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4CA041-55F3-4366-A900-200C2F2E0C69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